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  <w:bookmarkStart w:id="0" w:name="_GoBack"/>
      <w:bookmarkEnd w:id="0"/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8727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8727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8727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8727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A87275">
      <w:rPr>
        <w:i/>
        <w:szCs w:val="24"/>
      </w:rPr>
      <w:t>10019819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643D5B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3D5B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87275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1DE09CE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CAE-A260-4BDF-B523-C4E5767D8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2020-09-17T08:38:00Z</dcterms:created>
  <dcterms:modified xsi:type="dcterms:W3CDTF">2020-09-17T08:38:00Z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